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7143C2" w:rsidP="007143C2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Mercer - </w:t>
            </w:r>
            <w:r w:rsidR="00091F96">
              <w:rPr>
                <w:rFonts w:asciiTheme="majorHAnsi" w:hAnsiTheme="majorHAnsi" w:cs="Times New Roman"/>
                <w:sz w:val="20"/>
              </w:rPr>
              <w:t>Pikeview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091F9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091F9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35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091F96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091F9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35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091F9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92.1%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77.1%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74.3%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82.9%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74.3%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25.7%</w:t>
            </w:r>
          </w:p>
        </w:tc>
        <w:tc>
          <w:tcPr>
            <w:tcW w:w="396" w:type="pct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25.7%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</w:tc>
        <w:tc>
          <w:tcPr>
            <w:tcW w:w="396" w:type="pct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28" w:type="pct"/>
            <w:vAlign w:val="center"/>
          </w:tcPr>
          <w:p w:rsidR="00CE3AB1" w:rsidRPr="006E7165" w:rsidRDefault="00091F9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091F9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5.7%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091F9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94.3%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68.6%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74.3%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8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48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7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28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0B6386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709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1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74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46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0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66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2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4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93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6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6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42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4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93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6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2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93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66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42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4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93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61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666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26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78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93" w:type="pct"/>
            <w:vAlign w:val="center"/>
          </w:tcPr>
          <w:p w:rsidR="00214B57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501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6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426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478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93" w:type="pct"/>
            <w:vAlign w:val="center"/>
          </w:tcPr>
          <w:p w:rsidR="00EF19D8" w:rsidRPr="00B37E4B" w:rsidRDefault="00091F9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7143C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7143C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34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81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77" w:type="pct"/>
          </w:tcPr>
          <w:p w:rsidR="00C549CB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434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81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455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652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79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77" w:type="pct"/>
          </w:tcPr>
          <w:p w:rsidR="00F0440E" w:rsidRPr="00B37E4B" w:rsidRDefault="00091F9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091F96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8.6%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091F9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1143" w:type="dxa"/>
            <w:noWrap/>
          </w:tcPr>
          <w:p w:rsidR="00B37E4B" w:rsidRPr="00B37E4B" w:rsidRDefault="00091F9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1063" w:type="dxa"/>
            <w:noWrap/>
          </w:tcPr>
          <w:p w:rsidR="00B37E4B" w:rsidRPr="00B37E4B" w:rsidRDefault="00091F9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</w:tc>
        <w:tc>
          <w:tcPr>
            <w:tcW w:w="983" w:type="dxa"/>
            <w:noWrap/>
          </w:tcPr>
          <w:p w:rsidR="00B37E4B" w:rsidRPr="00B37E4B" w:rsidRDefault="00091F9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1258" w:type="dxa"/>
          </w:tcPr>
          <w:p w:rsidR="00B37E4B" w:rsidRPr="00B37E4B" w:rsidRDefault="00091F9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4C73C4" w:rsidRPr="00B37E4B" w:rsidRDefault="004C73C4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  <w:tc>
          <w:tcPr>
            <w:tcW w:w="578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44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51.4%</w:t>
            </w:r>
          </w:p>
        </w:tc>
        <w:tc>
          <w:tcPr>
            <w:tcW w:w="607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091F9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578" w:type="pct"/>
          </w:tcPr>
          <w:p w:rsidR="006C05CF" w:rsidRPr="006E7165" w:rsidRDefault="00091F9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091F9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434" w:type="pct"/>
          </w:tcPr>
          <w:p w:rsidR="006C05CF" w:rsidRPr="006E7165" w:rsidRDefault="00091F9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544" w:type="pct"/>
          </w:tcPr>
          <w:p w:rsidR="006C05CF" w:rsidRPr="006E7165" w:rsidRDefault="00091F9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607" w:type="pct"/>
          </w:tcPr>
          <w:p w:rsidR="006C05CF" w:rsidRPr="006E7165" w:rsidRDefault="00091F9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  <w:tc>
          <w:tcPr>
            <w:tcW w:w="578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7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</w:tc>
        <w:tc>
          <w:tcPr>
            <w:tcW w:w="434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</w:tc>
        <w:tc>
          <w:tcPr>
            <w:tcW w:w="544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</w:tc>
        <w:tc>
          <w:tcPr>
            <w:tcW w:w="607" w:type="pct"/>
          </w:tcPr>
          <w:p w:rsidR="00C549CB" w:rsidRPr="006E7165" w:rsidRDefault="00091F9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45.7%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51.4%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51.4%</w:t>
            </w:r>
          </w:p>
        </w:tc>
        <w:tc>
          <w:tcPr>
            <w:tcW w:w="575" w:type="pct"/>
            <w:vAlign w:val="center"/>
          </w:tcPr>
          <w:p w:rsidR="006C05CF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25.7%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45.7%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E92B3E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25.7%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92B3E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528" w:type="pct"/>
            <w:vAlign w:val="center"/>
          </w:tcPr>
          <w:p w:rsidR="00AE4F40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528" w:type="pct"/>
            <w:vAlign w:val="center"/>
          </w:tcPr>
          <w:p w:rsidR="00AE4F40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45.7%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</w:tc>
        <w:tc>
          <w:tcPr>
            <w:tcW w:w="528" w:type="pct"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25.7%</w:t>
            </w:r>
          </w:p>
        </w:tc>
        <w:tc>
          <w:tcPr>
            <w:tcW w:w="528" w:type="pct"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31.4%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25.7%</w:t>
            </w:r>
          </w:p>
        </w:tc>
        <w:tc>
          <w:tcPr>
            <w:tcW w:w="528" w:type="pct"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5.7%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45.7%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11.4%</w:t>
            </w:r>
          </w:p>
        </w:tc>
        <w:tc>
          <w:tcPr>
            <w:tcW w:w="528" w:type="pct"/>
            <w:vAlign w:val="center"/>
          </w:tcPr>
          <w:p w:rsidR="00C549CB" w:rsidRPr="006E7165" w:rsidRDefault="00091F9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091F9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17.1%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091F9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37.1%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091F9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34.3%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091F9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8.6%</w:t>
            </w:r>
          </w:p>
        </w:tc>
        <w:tc>
          <w:tcPr>
            <w:tcW w:w="528" w:type="pct"/>
            <w:vAlign w:val="center"/>
          </w:tcPr>
          <w:p w:rsidR="00C549CB" w:rsidRPr="006E7165" w:rsidRDefault="00091F9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2.9%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7143C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0B7" w:rsidRDefault="008D50B7" w:rsidP="0035328A">
      <w:pPr>
        <w:spacing w:after="0" w:line="240" w:lineRule="auto"/>
      </w:pPr>
      <w:r>
        <w:separator/>
      </w:r>
    </w:p>
  </w:endnote>
  <w:endnote w:type="continuationSeparator" w:id="0">
    <w:p w:rsidR="008D50B7" w:rsidRDefault="008D50B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73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0B7" w:rsidRDefault="008D50B7" w:rsidP="0035328A">
      <w:pPr>
        <w:spacing w:after="0" w:line="240" w:lineRule="auto"/>
      </w:pPr>
      <w:r>
        <w:separator/>
      </w:r>
    </w:p>
  </w:footnote>
  <w:footnote w:type="continuationSeparator" w:id="0">
    <w:p w:rsidR="008D50B7" w:rsidRDefault="008D50B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F96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1F96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731A8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C73C4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43C2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50B7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C36F34"/>
  <w15:chartTrackingRefBased/>
  <w15:docId w15:val="{61CCB155-D876-499B-8A20-2BA3D76B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F0701-5DDC-44B9-9F4F-8674CD97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1650</Words>
  <Characters>9919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2018-11-01T07:59:00Z</dcterms:created>
  <dcterms:modified xsi:type="dcterms:W3CDTF">2018-11-01T07:59:00Z</dcterms:modified>
</cp:coreProperties>
</file>